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FA2898" w:rsidRPr="009E2DDE" w14:paraId="154024D4" w14:textId="77777777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30284DDF" w14:textId="77777777" w:rsidR="00FA2898" w:rsidRPr="009E2DDE" w:rsidRDefault="00FA2898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FA2898" w:rsidRPr="009E2DDE" w14:paraId="55DE1D22" w14:textId="77777777">
        <w:trPr>
          <w:trHeight w:val="290"/>
        </w:trPr>
        <w:tc>
          <w:tcPr>
            <w:tcW w:w="1234" w:type="pct"/>
          </w:tcPr>
          <w:p w14:paraId="58D19110" w14:textId="77777777" w:rsidR="00FA2898" w:rsidRPr="009E2DDE" w:rsidRDefault="00AC0348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E2DDE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B6E78E" w14:textId="77777777" w:rsidR="00FA2898" w:rsidRPr="009E2DDE" w:rsidRDefault="00A858A8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7" w:history="1">
              <w:r w:rsidR="00AC0348" w:rsidRPr="009E2DDE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Complementary and Alternative Medical Research</w:t>
              </w:r>
            </w:hyperlink>
          </w:p>
        </w:tc>
      </w:tr>
      <w:tr w:rsidR="00FA2898" w:rsidRPr="009E2DDE" w14:paraId="131652BB" w14:textId="77777777">
        <w:trPr>
          <w:trHeight w:val="290"/>
        </w:trPr>
        <w:tc>
          <w:tcPr>
            <w:tcW w:w="1234" w:type="pct"/>
          </w:tcPr>
          <w:p w14:paraId="45108694" w14:textId="77777777" w:rsidR="00FA2898" w:rsidRPr="009E2DDE" w:rsidRDefault="00AC0348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E2DDE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07C4D1" w14:textId="77777777" w:rsidR="00FA2898" w:rsidRPr="009E2DDE" w:rsidRDefault="00AC0348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E2DD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Ms_JOCAMR_131733</w:t>
            </w:r>
          </w:p>
        </w:tc>
      </w:tr>
      <w:tr w:rsidR="00FA2898" w:rsidRPr="009E2DDE" w14:paraId="111BB726" w14:textId="77777777">
        <w:trPr>
          <w:trHeight w:val="650"/>
        </w:trPr>
        <w:tc>
          <w:tcPr>
            <w:tcW w:w="1234" w:type="pct"/>
          </w:tcPr>
          <w:p w14:paraId="5A708A60" w14:textId="77777777" w:rsidR="00FA2898" w:rsidRPr="009E2DDE" w:rsidRDefault="00AC0348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E2DD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7978CA" w14:textId="77777777" w:rsidR="00FA2898" w:rsidRPr="009E2DDE" w:rsidRDefault="00AC0348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9E2DDE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Cardioprotective Potentials of Ethanolic Seed Extract of </w:t>
            </w:r>
            <w:proofErr w:type="spellStart"/>
            <w:r w:rsidRPr="009E2DDE">
              <w:rPr>
                <w:rFonts w:ascii="Arial" w:hAnsi="Arial" w:cs="Arial"/>
                <w:b/>
                <w:sz w:val="20"/>
                <w:szCs w:val="20"/>
                <w:lang w:val="en-GB"/>
              </w:rPr>
              <w:t>Persea</w:t>
            </w:r>
            <w:proofErr w:type="spellEnd"/>
            <w:r w:rsidRPr="009E2DDE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Americana on Doxorubicin-Induced Male Wistar Rats.</w:t>
            </w:r>
          </w:p>
        </w:tc>
      </w:tr>
      <w:tr w:rsidR="00FA2898" w:rsidRPr="009E2DDE" w14:paraId="7F8B0782" w14:textId="77777777">
        <w:trPr>
          <w:trHeight w:val="332"/>
        </w:trPr>
        <w:tc>
          <w:tcPr>
            <w:tcW w:w="1234" w:type="pct"/>
          </w:tcPr>
          <w:p w14:paraId="6F4DF781" w14:textId="77777777" w:rsidR="00FA2898" w:rsidRPr="009E2DDE" w:rsidRDefault="00AC0348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E2DDE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1D13BD" w14:textId="77777777" w:rsidR="00FA2898" w:rsidRPr="009E2DDE" w:rsidRDefault="00AC0348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9E2DDE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14:paraId="13ABFBDE" w14:textId="77777777" w:rsidR="00FA2898" w:rsidRPr="009E2DDE" w:rsidRDefault="00FA2898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7EA2E04" w14:textId="77777777" w:rsidR="00FA2898" w:rsidRPr="009E2DDE" w:rsidRDefault="00FA2898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4432CFF" w14:textId="1CFF8455" w:rsidR="00FA2898" w:rsidRPr="009E2DDE" w:rsidRDefault="00FA2898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FA2898" w:rsidRPr="009E2DDE" w14:paraId="26EECD88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00221998" w14:textId="77777777" w:rsidR="00FA2898" w:rsidRPr="009E2DDE" w:rsidRDefault="00AC0348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9E2DDE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9E2DDE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373C7F5C" w14:textId="77777777" w:rsidR="00FA2898" w:rsidRPr="009E2DDE" w:rsidRDefault="00FA289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FA2898" w:rsidRPr="009E2DDE" w14:paraId="4E98D1CF" w14:textId="77777777">
        <w:tc>
          <w:tcPr>
            <w:tcW w:w="1265" w:type="pct"/>
            <w:noWrap/>
          </w:tcPr>
          <w:p w14:paraId="324FABDB" w14:textId="77777777" w:rsidR="00FA2898" w:rsidRPr="009E2DDE" w:rsidRDefault="00FA2898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bookmarkStart w:id="2" w:name="_GoBack"/>
            <w:bookmarkEnd w:id="2"/>
          </w:p>
        </w:tc>
        <w:tc>
          <w:tcPr>
            <w:tcW w:w="2212" w:type="pct"/>
          </w:tcPr>
          <w:p w14:paraId="3580B50B" w14:textId="77777777" w:rsidR="00FA2898" w:rsidRPr="009E2DDE" w:rsidRDefault="00AC0348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9E2DDE">
              <w:rPr>
                <w:rFonts w:ascii="Arial" w:hAnsi="Arial" w:cs="Arial"/>
                <w:lang w:val="en-GB"/>
              </w:rPr>
              <w:t>Reviewer’s comment</w:t>
            </w:r>
          </w:p>
          <w:p w14:paraId="25AE4196" w14:textId="77777777" w:rsidR="00FA2898" w:rsidRPr="009E2DDE" w:rsidRDefault="00AC034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DDE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2916E21F" w14:textId="77777777" w:rsidR="00FA2898" w:rsidRPr="009E2DDE" w:rsidRDefault="00FA289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6DED95CD" w14:textId="77777777" w:rsidR="00FA2898" w:rsidRPr="009E2DDE" w:rsidRDefault="00AC0348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9E2DDE">
              <w:rPr>
                <w:rFonts w:ascii="Arial" w:hAnsi="Arial" w:cs="Arial"/>
                <w:lang w:val="en-GB"/>
              </w:rPr>
              <w:t>Author’s Feedback</w:t>
            </w:r>
            <w:r w:rsidRPr="009E2DDE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9E2DDE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FA2898" w:rsidRPr="009E2DDE" w14:paraId="332E4F2F" w14:textId="77777777">
        <w:trPr>
          <w:trHeight w:val="1264"/>
        </w:trPr>
        <w:tc>
          <w:tcPr>
            <w:tcW w:w="1265" w:type="pct"/>
            <w:noWrap/>
          </w:tcPr>
          <w:p w14:paraId="57B5C13F" w14:textId="77777777" w:rsidR="00FA2898" w:rsidRPr="009E2DDE" w:rsidRDefault="00AC0348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E2DD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72C37FED" w14:textId="77777777" w:rsidR="00FA2898" w:rsidRPr="009E2DDE" w:rsidRDefault="00FA2898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510F9278" w14:textId="77777777" w:rsidR="00FA2898" w:rsidRPr="009E2DDE" w:rsidRDefault="00AC0348">
            <w:pPr>
              <w:pStyle w:val="ListParagraph"/>
              <w:numPr>
                <w:ilvl w:val="0"/>
                <w:numId w:val="1"/>
              </w:numPr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DDE">
              <w:rPr>
                <w:rFonts w:ascii="Arial" w:hAnsi="Arial" w:cs="Arial"/>
                <w:b/>
                <w:bCs/>
                <w:sz w:val="20"/>
                <w:szCs w:val="20"/>
              </w:rPr>
              <w:t>using a plant extract is very safe compared to the medicinal treatment</w:t>
            </w:r>
          </w:p>
          <w:p w14:paraId="5D72EAAC" w14:textId="77777777" w:rsidR="00FA2898" w:rsidRPr="009E2DDE" w:rsidRDefault="00AC0348">
            <w:pPr>
              <w:pStyle w:val="ListParagraph"/>
              <w:numPr>
                <w:ilvl w:val="0"/>
                <w:numId w:val="1"/>
              </w:numPr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DD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Treatment a dangerous and common disease like cardiac disease </w:t>
            </w:r>
          </w:p>
          <w:p w14:paraId="1CA1A39A" w14:textId="77777777" w:rsidR="00FA2898" w:rsidRPr="009E2DDE" w:rsidRDefault="00AC0348">
            <w:pPr>
              <w:pStyle w:val="ListParagraph"/>
              <w:numPr>
                <w:ilvl w:val="0"/>
                <w:numId w:val="1"/>
              </w:numPr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DDE">
              <w:rPr>
                <w:rFonts w:ascii="Arial" w:hAnsi="Arial" w:cs="Arial"/>
                <w:b/>
                <w:bCs/>
                <w:sz w:val="20"/>
                <w:szCs w:val="20"/>
              </w:rPr>
              <w:t>The result can be applicable.</w:t>
            </w:r>
          </w:p>
        </w:tc>
        <w:tc>
          <w:tcPr>
            <w:tcW w:w="1523" w:type="pct"/>
          </w:tcPr>
          <w:p w14:paraId="000DF9A1" w14:textId="136EC6C8" w:rsidR="00FA2898" w:rsidRPr="009E2DDE" w:rsidRDefault="00C34238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9E2DDE">
              <w:rPr>
                <w:rFonts w:ascii="Arial" w:hAnsi="Arial" w:cs="Arial"/>
                <w:b w:val="0"/>
                <w:lang w:val="en-GB"/>
              </w:rPr>
              <w:t>I appreciate your highlights of the importance of the study</w:t>
            </w:r>
          </w:p>
        </w:tc>
      </w:tr>
      <w:tr w:rsidR="00FA2898" w:rsidRPr="009E2DDE" w14:paraId="21074259" w14:textId="77777777">
        <w:trPr>
          <w:trHeight w:val="1262"/>
        </w:trPr>
        <w:tc>
          <w:tcPr>
            <w:tcW w:w="1265" w:type="pct"/>
            <w:noWrap/>
          </w:tcPr>
          <w:p w14:paraId="12A092AC" w14:textId="77777777" w:rsidR="00FA2898" w:rsidRPr="009E2DDE" w:rsidRDefault="00AC0348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E2DD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3527945F" w14:textId="77777777" w:rsidR="00FA2898" w:rsidRPr="009E2DDE" w:rsidRDefault="00AC0348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E2DD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4A73C9B7" w14:textId="77777777" w:rsidR="00FA2898" w:rsidRPr="009E2DDE" w:rsidRDefault="00FA2898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570E5D14" w14:textId="77777777" w:rsidR="00FA2898" w:rsidRPr="009E2DDE" w:rsidRDefault="00AC034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DDE">
              <w:rPr>
                <w:rFonts w:ascii="Arial" w:hAnsi="Arial" w:cs="Arial"/>
                <w:b/>
                <w:bCs/>
                <w:sz w:val="20"/>
                <w:szCs w:val="20"/>
              </w:rPr>
              <w:t>The title is simple and representative.</w:t>
            </w:r>
          </w:p>
        </w:tc>
        <w:tc>
          <w:tcPr>
            <w:tcW w:w="1523" w:type="pct"/>
          </w:tcPr>
          <w:p w14:paraId="5D159BCF" w14:textId="7A45654A" w:rsidR="00FA2898" w:rsidRPr="009E2DDE" w:rsidRDefault="00C34238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9E2DDE">
              <w:rPr>
                <w:rFonts w:ascii="Arial" w:hAnsi="Arial" w:cs="Arial"/>
                <w:b w:val="0"/>
                <w:lang w:val="en-GB"/>
              </w:rPr>
              <w:t>Encouraging words from the reviewer</w:t>
            </w:r>
          </w:p>
        </w:tc>
      </w:tr>
      <w:tr w:rsidR="00FA2898" w:rsidRPr="009E2DDE" w14:paraId="2FDDC00F" w14:textId="77777777">
        <w:trPr>
          <w:trHeight w:val="1262"/>
        </w:trPr>
        <w:tc>
          <w:tcPr>
            <w:tcW w:w="1265" w:type="pct"/>
            <w:noWrap/>
          </w:tcPr>
          <w:p w14:paraId="2E890442" w14:textId="77777777" w:rsidR="00FA2898" w:rsidRPr="009E2DDE" w:rsidRDefault="00AC0348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9E2DDE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59752D18" w14:textId="77777777" w:rsidR="00FA2898" w:rsidRPr="009E2DDE" w:rsidRDefault="00FA2898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7F4FD8BE" w14:textId="77777777" w:rsidR="00FA2898" w:rsidRPr="009E2DDE" w:rsidRDefault="00AC0348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DDE">
              <w:rPr>
                <w:rFonts w:ascii="Arial" w:hAnsi="Arial" w:cs="Arial"/>
                <w:sz w:val="20"/>
                <w:szCs w:val="20"/>
                <w:lang w:val="en-GB"/>
              </w:rPr>
              <w:t>the abstract of the article</w:t>
            </w:r>
            <w:r w:rsidRPr="009E2DDE">
              <w:rPr>
                <w:rFonts w:ascii="Arial" w:hAnsi="Arial" w:cs="Arial"/>
                <w:sz w:val="20"/>
                <w:szCs w:val="20"/>
              </w:rPr>
              <w:t xml:space="preserve"> is</w:t>
            </w:r>
            <w:r w:rsidRPr="009E2DDE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E2DDE">
              <w:rPr>
                <w:rFonts w:ascii="Arial" w:hAnsi="Arial" w:cs="Arial"/>
                <w:sz w:val="20"/>
                <w:szCs w:val="20"/>
              </w:rPr>
              <w:t xml:space="preserve">suitable </w:t>
            </w:r>
          </w:p>
        </w:tc>
        <w:tc>
          <w:tcPr>
            <w:tcW w:w="1523" w:type="pct"/>
          </w:tcPr>
          <w:p w14:paraId="353AE7DC" w14:textId="60FCF911" w:rsidR="00FA2898" w:rsidRPr="009E2DDE" w:rsidRDefault="00C34238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9E2DDE">
              <w:rPr>
                <w:rFonts w:ascii="Arial" w:hAnsi="Arial" w:cs="Arial"/>
                <w:b w:val="0"/>
                <w:lang w:val="en-GB"/>
              </w:rPr>
              <w:t>Supportive words from the reviewer</w:t>
            </w:r>
          </w:p>
        </w:tc>
      </w:tr>
      <w:tr w:rsidR="00FA2898" w:rsidRPr="009E2DDE" w14:paraId="50D2E322" w14:textId="77777777">
        <w:trPr>
          <w:trHeight w:val="704"/>
        </w:trPr>
        <w:tc>
          <w:tcPr>
            <w:tcW w:w="1265" w:type="pct"/>
            <w:noWrap/>
          </w:tcPr>
          <w:p w14:paraId="691DD0D2" w14:textId="77777777" w:rsidR="00FA2898" w:rsidRPr="009E2DDE" w:rsidRDefault="00AC0348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9E2DDE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37E0EC2B" w14:textId="77777777" w:rsidR="00FA2898" w:rsidRPr="009E2DDE" w:rsidRDefault="00AC0348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9E2DDE">
              <w:rPr>
                <w:rFonts w:ascii="Arial" w:hAnsi="Arial" w:cs="Arial"/>
                <w:bCs/>
                <w:sz w:val="20"/>
                <w:szCs w:val="20"/>
              </w:rPr>
              <w:t xml:space="preserve">Yes, its </w:t>
            </w:r>
            <w:proofErr w:type="gramStart"/>
            <w:r w:rsidRPr="009E2DDE">
              <w:rPr>
                <w:rFonts w:ascii="Arial" w:hAnsi="Arial" w:cs="Arial"/>
                <w:bCs/>
                <w:sz w:val="20"/>
                <w:szCs w:val="20"/>
              </w:rPr>
              <w:t>scientifically  correct</w:t>
            </w:r>
            <w:proofErr w:type="gramEnd"/>
            <w:r w:rsidRPr="009E2DDE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23" w:type="pct"/>
          </w:tcPr>
          <w:p w14:paraId="4AD10C55" w14:textId="58CBD8FD" w:rsidR="00FA2898" w:rsidRPr="009E2DDE" w:rsidRDefault="00C34238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9E2DDE">
              <w:rPr>
                <w:rFonts w:ascii="Arial" w:hAnsi="Arial" w:cs="Arial"/>
                <w:b w:val="0"/>
                <w:lang w:val="en-GB"/>
              </w:rPr>
              <w:t>Supportive words from the reviewer</w:t>
            </w:r>
          </w:p>
        </w:tc>
      </w:tr>
      <w:tr w:rsidR="00FA2898" w:rsidRPr="009E2DDE" w14:paraId="0C85822B" w14:textId="77777777">
        <w:trPr>
          <w:trHeight w:val="703"/>
        </w:trPr>
        <w:tc>
          <w:tcPr>
            <w:tcW w:w="1265" w:type="pct"/>
            <w:noWrap/>
          </w:tcPr>
          <w:p w14:paraId="4560696A" w14:textId="77777777" w:rsidR="00FA2898" w:rsidRPr="009E2DDE" w:rsidRDefault="00AC0348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E2DD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1EB8EE16" w14:textId="77777777" w:rsidR="00FA2898" w:rsidRPr="009E2DDE" w:rsidRDefault="00AC0348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9E2DDE">
              <w:rPr>
                <w:rFonts w:ascii="Arial" w:hAnsi="Arial" w:cs="Arial"/>
                <w:bCs/>
                <w:sz w:val="20"/>
                <w:szCs w:val="20"/>
              </w:rPr>
              <w:t xml:space="preserve">The reference is updated </w:t>
            </w:r>
            <w:proofErr w:type="gramStart"/>
            <w:r w:rsidRPr="009E2DDE">
              <w:rPr>
                <w:rFonts w:ascii="Arial" w:hAnsi="Arial" w:cs="Arial"/>
                <w:bCs/>
                <w:sz w:val="20"/>
                <w:szCs w:val="20"/>
              </w:rPr>
              <w:t>and  covered</w:t>
            </w:r>
            <w:proofErr w:type="gramEnd"/>
            <w:r w:rsidRPr="009E2DDE">
              <w:rPr>
                <w:rFonts w:ascii="Arial" w:hAnsi="Arial" w:cs="Arial"/>
                <w:bCs/>
                <w:sz w:val="20"/>
                <w:szCs w:val="20"/>
              </w:rPr>
              <w:t xml:space="preserve"> the  last five years up to 2023 </w:t>
            </w:r>
          </w:p>
        </w:tc>
        <w:tc>
          <w:tcPr>
            <w:tcW w:w="1523" w:type="pct"/>
          </w:tcPr>
          <w:p w14:paraId="37928F05" w14:textId="5C436105" w:rsidR="00FA2898" w:rsidRPr="009E2DDE" w:rsidRDefault="00C34238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9E2DDE">
              <w:rPr>
                <w:rFonts w:ascii="Arial" w:hAnsi="Arial" w:cs="Arial"/>
                <w:b w:val="0"/>
                <w:lang w:val="en-GB"/>
              </w:rPr>
              <w:t>Encouraging statement from the reviewer</w:t>
            </w:r>
          </w:p>
        </w:tc>
      </w:tr>
      <w:tr w:rsidR="00FA2898" w:rsidRPr="009E2DDE" w14:paraId="20D45F87" w14:textId="77777777">
        <w:trPr>
          <w:trHeight w:val="386"/>
        </w:trPr>
        <w:tc>
          <w:tcPr>
            <w:tcW w:w="1265" w:type="pct"/>
            <w:noWrap/>
          </w:tcPr>
          <w:p w14:paraId="78DF6CCE" w14:textId="77777777" w:rsidR="00FA2898" w:rsidRPr="009E2DDE" w:rsidRDefault="00AC0348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9E2DDE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2E5E1C17" w14:textId="77777777" w:rsidR="00FA2898" w:rsidRPr="009E2DDE" w:rsidRDefault="00FA289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6B685E91" w14:textId="77777777" w:rsidR="00FA2898" w:rsidRPr="009E2DDE" w:rsidRDefault="00AC0348">
            <w:pPr>
              <w:rPr>
                <w:rFonts w:ascii="Arial" w:hAnsi="Arial" w:cs="Arial"/>
                <w:sz w:val="20"/>
                <w:szCs w:val="20"/>
              </w:rPr>
            </w:pPr>
            <w:r w:rsidRPr="009E2DDE">
              <w:rPr>
                <w:rFonts w:ascii="Arial" w:hAnsi="Arial" w:cs="Arial"/>
                <w:sz w:val="20"/>
                <w:szCs w:val="20"/>
              </w:rPr>
              <w:t xml:space="preserve">It need to make little English </w:t>
            </w:r>
            <w:proofErr w:type="gramStart"/>
            <w:r w:rsidRPr="009E2DDE">
              <w:rPr>
                <w:rFonts w:ascii="Arial" w:hAnsi="Arial" w:cs="Arial"/>
                <w:sz w:val="20"/>
                <w:szCs w:val="20"/>
              </w:rPr>
              <w:t>editing .</w:t>
            </w:r>
            <w:proofErr w:type="gramEnd"/>
          </w:p>
        </w:tc>
        <w:tc>
          <w:tcPr>
            <w:tcW w:w="1523" w:type="pct"/>
          </w:tcPr>
          <w:p w14:paraId="1E00D411" w14:textId="621AF8E8" w:rsidR="00FA2898" w:rsidRPr="009E2DDE" w:rsidRDefault="00C3423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E2DDE">
              <w:rPr>
                <w:rFonts w:ascii="Arial" w:hAnsi="Arial" w:cs="Arial"/>
                <w:sz w:val="20"/>
                <w:szCs w:val="20"/>
                <w:lang w:val="en-GB"/>
              </w:rPr>
              <w:t>Ok</w:t>
            </w:r>
          </w:p>
        </w:tc>
      </w:tr>
      <w:tr w:rsidR="00FA2898" w:rsidRPr="009E2DDE" w14:paraId="3AA873CF" w14:textId="77777777">
        <w:trPr>
          <w:trHeight w:val="1178"/>
        </w:trPr>
        <w:tc>
          <w:tcPr>
            <w:tcW w:w="1265" w:type="pct"/>
            <w:noWrap/>
          </w:tcPr>
          <w:p w14:paraId="0E617F3C" w14:textId="77777777" w:rsidR="00FA2898" w:rsidRPr="009E2DDE" w:rsidRDefault="00AC0348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9E2DDE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9E2DDE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9E2DDE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4D5AD552" w14:textId="77777777" w:rsidR="00FA2898" w:rsidRPr="009E2DDE" w:rsidRDefault="00FA2898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30B6914B" w14:textId="77777777" w:rsidR="00FA2898" w:rsidRPr="009E2DDE" w:rsidRDefault="00AC0348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</w:rPr>
            </w:pPr>
            <w:r w:rsidRPr="009E2DDE">
              <w:rPr>
                <w:rFonts w:ascii="Arial" w:hAnsi="Arial" w:cs="Arial"/>
                <w:bCs/>
                <w:sz w:val="20"/>
                <w:szCs w:val="20"/>
              </w:rPr>
              <w:t>The manuscript can be accepted after minor editing</w:t>
            </w:r>
          </w:p>
        </w:tc>
        <w:tc>
          <w:tcPr>
            <w:tcW w:w="1523" w:type="pct"/>
          </w:tcPr>
          <w:p w14:paraId="66F0B04D" w14:textId="18BD0431" w:rsidR="00FA2898" w:rsidRPr="009E2DDE" w:rsidRDefault="00C3423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E2DDE">
              <w:rPr>
                <w:rFonts w:ascii="Arial" w:hAnsi="Arial" w:cs="Arial"/>
                <w:sz w:val="20"/>
                <w:szCs w:val="20"/>
                <w:lang w:val="en-GB"/>
              </w:rPr>
              <w:t>Great. Thank you</w:t>
            </w:r>
          </w:p>
        </w:tc>
      </w:tr>
    </w:tbl>
    <w:p w14:paraId="6B6F8D03" w14:textId="77777777" w:rsidR="00FA2898" w:rsidRPr="009E2DDE" w:rsidRDefault="00FA2898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1818A80" w14:textId="77777777" w:rsidR="00FA2898" w:rsidRPr="009E2DDE" w:rsidRDefault="00FA2898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1AB253E" w14:textId="77777777" w:rsidR="00FA2898" w:rsidRPr="009E2DDE" w:rsidRDefault="00FA2898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DC0A613" w14:textId="77777777" w:rsidR="00FA2898" w:rsidRPr="009E2DDE" w:rsidRDefault="00FA2898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2AFE59E" w14:textId="77777777" w:rsidR="00FA2898" w:rsidRPr="009E2DDE" w:rsidRDefault="00FA2898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108B983" w14:textId="77777777" w:rsidR="00FA2898" w:rsidRPr="009E2DDE" w:rsidRDefault="00FA2898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6C1ABA3" w14:textId="77777777" w:rsidR="00FA2898" w:rsidRPr="009E2DDE" w:rsidRDefault="00FA2898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EE245E9" w14:textId="77777777" w:rsidR="00FA2898" w:rsidRPr="009E2DDE" w:rsidRDefault="00FA2898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9A0D03D" w14:textId="77777777" w:rsidR="00FA2898" w:rsidRPr="009E2DDE" w:rsidRDefault="00FA2898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96190C6" w14:textId="77777777" w:rsidR="00FA2898" w:rsidRPr="009E2DDE" w:rsidRDefault="00FA2898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EFBC2E2" w14:textId="77777777" w:rsidR="00FA2898" w:rsidRPr="009E2DDE" w:rsidRDefault="00FA2898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B7058D5" w14:textId="77777777" w:rsidR="00FA2898" w:rsidRPr="009E2DDE" w:rsidRDefault="00FA2898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AE4AF3" w:rsidRPr="009E2DDE" w14:paraId="0848EA54" w14:textId="77777777" w:rsidTr="00AE4AF3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0C9941" w14:textId="77777777" w:rsidR="00AE4AF3" w:rsidRPr="009E2DDE" w:rsidRDefault="00AE4AF3" w:rsidP="00AE4AF3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bookmarkStart w:id="4" w:name="_Hlk156057704"/>
            <w:r w:rsidRPr="009E2DDE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9E2DDE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3E601D18" w14:textId="77777777" w:rsidR="00AE4AF3" w:rsidRPr="009E2DDE" w:rsidRDefault="00AE4AF3" w:rsidP="00AE4AF3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AE4AF3" w:rsidRPr="009E2DDE" w14:paraId="6E019871" w14:textId="77777777" w:rsidTr="00AE4AF3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524C5D" w14:textId="77777777" w:rsidR="00AE4AF3" w:rsidRPr="009E2DDE" w:rsidRDefault="00AE4AF3" w:rsidP="00AE4AF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48804D" w14:textId="77777777" w:rsidR="00AE4AF3" w:rsidRPr="009E2DDE" w:rsidRDefault="00AE4AF3" w:rsidP="00AE4AF3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9E2DD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ECED6" w14:textId="77777777" w:rsidR="00AE4AF3" w:rsidRPr="009E2DDE" w:rsidRDefault="00AE4AF3" w:rsidP="00AE4AF3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9E2DD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9E2DDE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9E2DDE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AE4AF3" w:rsidRPr="009E2DDE" w14:paraId="02C37E5B" w14:textId="77777777" w:rsidTr="00AE4AF3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229CD" w14:textId="77777777" w:rsidR="00AE4AF3" w:rsidRPr="009E2DDE" w:rsidRDefault="00AE4AF3" w:rsidP="00AE4AF3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9E2DDE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5B4A75F6" w14:textId="77777777" w:rsidR="00AE4AF3" w:rsidRPr="009E2DDE" w:rsidRDefault="00AE4AF3" w:rsidP="00AE4AF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9C4C10" w14:textId="77777777" w:rsidR="00AE4AF3" w:rsidRPr="009E2DDE" w:rsidRDefault="00AE4AF3" w:rsidP="00AE4AF3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9E2DD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9E2DD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9E2DD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511ED8A7" w14:textId="77777777" w:rsidR="00AE4AF3" w:rsidRPr="009E2DDE" w:rsidRDefault="00AE4AF3" w:rsidP="00AE4AF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76A6C84" w14:textId="77777777" w:rsidR="00AE4AF3" w:rsidRPr="009E2DDE" w:rsidRDefault="00AE4AF3" w:rsidP="00AE4AF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1C25F" w14:textId="77777777" w:rsidR="00AE4AF3" w:rsidRPr="009E2DDE" w:rsidRDefault="00AE4AF3" w:rsidP="00AE4AF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21A75C0" w14:textId="77777777" w:rsidR="00AE4AF3" w:rsidRPr="009E2DDE" w:rsidRDefault="00AE4AF3" w:rsidP="00AE4AF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C242C48" w14:textId="77777777" w:rsidR="00AE4AF3" w:rsidRPr="009E2DDE" w:rsidRDefault="00AE4AF3" w:rsidP="00AE4AF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  <w:bookmarkEnd w:id="3"/>
      <w:bookmarkEnd w:id="4"/>
    </w:tbl>
    <w:p w14:paraId="20D32561" w14:textId="77777777" w:rsidR="00AE4AF3" w:rsidRPr="009E2DDE" w:rsidRDefault="00AE4AF3" w:rsidP="00AE4AF3">
      <w:pPr>
        <w:rPr>
          <w:rFonts w:ascii="Arial" w:hAnsi="Arial" w:cs="Arial"/>
          <w:sz w:val="20"/>
          <w:szCs w:val="20"/>
        </w:rPr>
      </w:pPr>
    </w:p>
    <w:sectPr w:rsidR="00AE4AF3" w:rsidRPr="009E2DDE">
      <w:headerReference w:type="default" r:id="rId8"/>
      <w:footerReference w:type="default" r:id="rId9"/>
      <w:pgSz w:w="23814" w:h="16839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AA02E6" w14:textId="77777777" w:rsidR="00A858A8" w:rsidRDefault="00A858A8">
      <w:r>
        <w:separator/>
      </w:r>
    </w:p>
  </w:endnote>
  <w:endnote w:type="continuationSeparator" w:id="0">
    <w:p w14:paraId="002902D4" w14:textId="77777777" w:rsidR="00A858A8" w:rsidRDefault="00A85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D56706" w14:textId="77777777" w:rsidR="00FA2898" w:rsidRDefault="00AC0348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                                           Approved by: MBM</w:t>
    </w:r>
    <w:r>
      <w:rPr>
        <w:sz w:val="16"/>
      </w:rPr>
      <w:tab/>
      <w:t xml:space="preserve">   </w:t>
    </w:r>
    <w:r>
      <w:rPr>
        <w:sz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7E81F7" w14:textId="77777777" w:rsidR="00A858A8" w:rsidRDefault="00A858A8">
      <w:r>
        <w:separator/>
      </w:r>
    </w:p>
  </w:footnote>
  <w:footnote w:type="continuationSeparator" w:id="0">
    <w:p w14:paraId="37DD2AEC" w14:textId="77777777" w:rsidR="00A858A8" w:rsidRDefault="00A85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4E1F6E" w14:textId="77777777" w:rsidR="00FA2898" w:rsidRDefault="00FA2898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7818A250" w14:textId="77777777" w:rsidR="00FA2898" w:rsidRDefault="00AC0348">
    <w:pPr>
      <w:spacing w:before="100" w:beforeAutospacing="1" w:after="100" w:afterAutospacing="1"/>
    </w:pPr>
    <w:r>
      <w:rPr>
        <w:rFonts w:ascii="Arial" w:hAnsi="Arial" w:cs="Arial"/>
        <w:b/>
        <w:bCs/>
        <w:color w:val="003399"/>
        <w:u w:val="single"/>
        <w:lang w:val="en-GB"/>
      </w:rPr>
      <w:t>Review Form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A36425"/>
    <w:multiLevelType w:val="singleLevel"/>
    <w:tmpl w:val="53A36425"/>
    <w:lvl w:ilvl="0">
      <w:start w:val="1"/>
      <w:numFmt w:val="decimal"/>
      <w:suff w:val="nothing"/>
      <w:lvlText w:val="%1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8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attachedTemplate r:id="rId1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6895"/>
    <w:rsid w:val="0000007A"/>
    <w:rsid w:val="00000579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765D6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3B91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4F91"/>
    <w:rsid w:val="0023696A"/>
    <w:rsid w:val="00240E08"/>
    <w:rsid w:val="002422CB"/>
    <w:rsid w:val="00245E23"/>
    <w:rsid w:val="0025366D"/>
    <w:rsid w:val="00254F80"/>
    <w:rsid w:val="00262634"/>
    <w:rsid w:val="002643B3"/>
    <w:rsid w:val="002663EA"/>
    <w:rsid w:val="00275984"/>
    <w:rsid w:val="00280EC9"/>
    <w:rsid w:val="00291D08"/>
    <w:rsid w:val="00293482"/>
    <w:rsid w:val="002A417F"/>
    <w:rsid w:val="002D7EA9"/>
    <w:rsid w:val="002E1211"/>
    <w:rsid w:val="002E2339"/>
    <w:rsid w:val="002E6D86"/>
    <w:rsid w:val="002F6935"/>
    <w:rsid w:val="00312559"/>
    <w:rsid w:val="003204B8"/>
    <w:rsid w:val="0033692F"/>
    <w:rsid w:val="00346223"/>
    <w:rsid w:val="003701B8"/>
    <w:rsid w:val="003A04E7"/>
    <w:rsid w:val="003A4991"/>
    <w:rsid w:val="003A6E1A"/>
    <w:rsid w:val="003B2172"/>
    <w:rsid w:val="003C5607"/>
    <w:rsid w:val="003E746A"/>
    <w:rsid w:val="00404653"/>
    <w:rsid w:val="0042465A"/>
    <w:rsid w:val="004356CC"/>
    <w:rsid w:val="00435B36"/>
    <w:rsid w:val="004372F8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B4CAD"/>
    <w:rsid w:val="004B4FDC"/>
    <w:rsid w:val="004B6895"/>
    <w:rsid w:val="004C3DF1"/>
    <w:rsid w:val="004D2E36"/>
    <w:rsid w:val="004E09D4"/>
    <w:rsid w:val="00503AB6"/>
    <w:rsid w:val="005047C5"/>
    <w:rsid w:val="00510920"/>
    <w:rsid w:val="00512B42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C25A0"/>
    <w:rsid w:val="005D230D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572B0"/>
    <w:rsid w:val="00760782"/>
    <w:rsid w:val="00766889"/>
    <w:rsid w:val="00766A0D"/>
    <w:rsid w:val="00767F8C"/>
    <w:rsid w:val="00780B67"/>
    <w:rsid w:val="007B1099"/>
    <w:rsid w:val="007B6E18"/>
    <w:rsid w:val="007D0246"/>
    <w:rsid w:val="007E77CA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50AE5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F36E4"/>
    <w:rsid w:val="00933C8B"/>
    <w:rsid w:val="009548D7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30C8"/>
    <w:rsid w:val="009C45A0"/>
    <w:rsid w:val="009C5642"/>
    <w:rsid w:val="009E13C3"/>
    <w:rsid w:val="009E204E"/>
    <w:rsid w:val="009E2DDE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858A8"/>
    <w:rsid w:val="00AA41B3"/>
    <w:rsid w:val="00AA6670"/>
    <w:rsid w:val="00AB1ED6"/>
    <w:rsid w:val="00AB397D"/>
    <w:rsid w:val="00AB638A"/>
    <w:rsid w:val="00AB6E43"/>
    <w:rsid w:val="00AC0348"/>
    <w:rsid w:val="00AC1349"/>
    <w:rsid w:val="00AD6C51"/>
    <w:rsid w:val="00AE4AF3"/>
    <w:rsid w:val="00AF3016"/>
    <w:rsid w:val="00B03A45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34238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E199A"/>
    <w:rsid w:val="00CE2D1C"/>
    <w:rsid w:val="00CE5AC7"/>
    <w:rsid w:val="00CF0BBB"/>
    <w:rsid w:val="00D1283A"/>
    <w:rsid w:val="00D17979"/>
    <w:rsid w:val="00D2075F"/>
    <w:rsid w:val="00D3257B"/>
    <w:rsid w:val="00D40416"/>
    <w:rsid w:val="00D45CF7"/>
    <w:rsid w:val="00D4782A"/>
    <w:rsid w:val="00D7603E"/>
    <w:rsid w:val="00D8579C"/>
    <w:rsid w:val="00D90124"/>
    <w:rsid w:val="00D9392F"/>
    <w:rsid w:val="00DA41F5"/>
    <w:rsid w:val="00DB5B54"/>
    <w:rsid w:val="00DB7E1B"/>
    <w:rsid w:val="00DC1D81"/>
    <w:rsid w:val="00E036A9"/>
    <w:rsid w:val="00E043E3"/>
    <w:rsid w:val="00E451EA"/>
    <w:rsid w:val="00E53E52"/>
    <w:rsid w:val="00E57F4B"/>
    <w:rsid w:val="00E60850"/>
    <w:rsid w:val="00E63889"/>
    <w:rsid w:val="00E65EB7"/>
    <w:rsid w:val="00E71C8D"/>
    <w:rsid w:val="00E72360"/>
    <w:rsid w:val="00E972A7"/>
    <w:rsid w:val="00EA2839"/>
    <w:rsid w:val="00EB3E91"/>
    <w:rsid w:val="00EC6894"/>
    <w:rsid w:val="00ED6B12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2898"/>
    <w:rsid w:val="00FA6528"/>
    <w:rsid w:val="00FC144C"/>
    <w:rsid w:val="00FC2E17"/>
    <w:rsid w:val="00FC6387"/>
    <w:rsid w:val="00FC6802"/>
    <w:rsid w:val="00FD70A7"/>
    <w:rsid w:val="00FF09A0"/>
    <w:rsid w:val="1C442E6B"/>
    <w:rsid w:val="43CA4243"/>
    <w:rsid w:val="4BAB3727"/>
    <w:rsid w:val="7A5E7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3886EB67"/>
  <w15:chartTrackingRefBased/>
  <w15:docId w15:val="{1FAA7990-7F81-43A2-8076-7B2D38A0C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6895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link w:val="Heading4Char"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BodyText">
    <w:name w:val="Body Text"/>
    <w:basedOn w:val="Normal"/>
    <w:link w:val="BodyTextChar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Pr>
      <w:rFonts w:ascii="Helvetica" w:eastAsia="MS Mincho" w:hAnsi="Helvetica" w:cs="Helvetica"/>
      <w:sz w:val="24"/>
      <w:szCs w:val="24"/>
      <w:lang w:val="fr-FR"/>
    </w:rPr>
  </w:style>
  <w:style w:type="character" w:styleId="FollowedHyperlink">
    <w:name w:val="FollowedHyperlink"/>
    <w:uiPriority w:val="99"/>
    <w:unhideWhenUsed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Pr>
      <w:color w:val="0000FF"/>
      <w:u w:val="single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table" w:styleId="TableGrid">
    <w:name w:val="Table Grid"/>
    <w:basedOn w:val="TableNormal"/>
    <w:uiPriority w:val="59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Revision">
    <w:name w:val="Revision"/>
    <w:uiPriority w:val="99"/>
    <w:semiHidden/>
    <w:rPr>
      <w:sz w:val="22"/>
      <w:szCs w:val="22"/>
    </w:rPr>
  </w:style>
  <w:style w:type="character" w:customStyle="1" w:styleId="UnresolvedMention1">
    <w:name w:val="Unresolved Mention1"/>
    <w:uiPriority w:val="99"/>
    <w:unhideWhenUsed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6895"/>
    <w:rPr>
      <w:rFonts w:asciiTheme="majorHAnsi" w:eastAsiaTheme="majorEastAsia" w:hAnsiTheme="majorHAnsi" w:cstheme="majorBidi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0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jocamr.com/index.php/JOCAM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Neha%20Jha\0%20Reviewer%20file\16_41_GPH_MBI_30\ED.41_50%20id_15\ED.41--1st%20Round_15-Feb-25\2025_JOCAMR_131733_U_3%20com_OTR\2.Peer%20review%20report\Rev_JOCAMR_13173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Rev_JOCAMR_131733</Template>
  <TotalTime>6</TotalTime>
  <Pages>2</Pages>
  <Words>358</Words>
  <Characters>2044</Characters>
  <Application>Microsoft Office Word</Application>
  <DocSecurity>0</DocSecurity>
  <Lines>17</Lines>
  <Paragraphs>4</Paragraphs>
  <ScaleCrop>false</ScaleCrop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SDI CPU 1130</dc:creator>
  <cp:keywords/>
  <dc:description/>
  <cp:lastModifiedBy>SDI 1137</cp:lastModifiedBy>
  <cp:revision>4</cp:revision>
  <dcterms:created xsi:type="dcterms:W3CDTF">2025-02-18T11:41:00Z</dcterms:created>
  <dcterms:modified xsi:type="dcterms:W3CDTF">2025-02-20T07:35:00Z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1033-12.2.0.19805</vt:lpwstr>
  </property>
  <property fmtid="{D5CDD505-2E9C-101B-9397-08002B2CF9AE}" pid="3" name="ICV">
    <vt:lpwstr>2AD60E2487DB4C79B1B6BC251BA2CE58_13</vt:lpwstr>
  </property>
</Properties>
</file>